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3E0C1" w14:textId="767273EB" w:rsidR="003C50EC" w:rsidRDefault="00000000">
      <w:pPr>
        <w:spacing w:line="520" w:lineRule="exact"/>
        <w:ind w:left="480" w:hangingChars="150" w:hanging="480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AB06D4">
        <w:rPr>
          <w:rFonts w:ascii="黑体" w:eastAsia="黑体" w:hAnsi="黑体" w:cs="黑体" w:hint="eastAsia"/>
          <w:bCs/>
          <w:sz w:val="32"/>
          <w:szCs w:val="32"/>
        </w:rPr>
        <w:t>2</w:t>
      </w:r>
      <w:r>
        <w:rPr>
          <w:rFonts w:ascii="黑体" w:eastAsia="黑体" w:hAnsi="黑体" w:cs="黑体" w:hint="eastAsia"/>
          <w:bCs/>
          <w:sz w:val="32"/>
          <w:szCs w:val="32"/>
        </w:rPr>
        <w:t>：</w:t>
      </w:r>
    </w:p>
    <w:p w14:paraId="20422C40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25A84873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43F03C45" w14:textId="77777777" w:rsidR="003C50EC" w:rsidRDefault="00000000">
      <w:pPr>
        <w:spacing w:line="520" w:lineRule="exact"/>
        <w:ind w:leftChars="-266" w:hangingChars="116" w:hanging="559"/>
        <w:jc w:val="center"/>
        <w:rPr>
          <w:rFonts w:ascii="宋体" w:hAnsi="宋体" w:cs="宋体" w:hint="eastAsia"/>
          <w:b/>
          <w:sz w:val="48"/>
          <w:szCs w:val="48"/>
        </w:rPr>
      </w:pPr>
      <w:r>
        <w:rPr>
          <w:rFonts w:ascii="宋体" w:hAnsi="宋体" w:cs="宋体" w:hint="eastAsia"/>
          <w:b/>
          <w:sz w:val="48"/>
          <w:szCs w:val="48"/>
        </w:rPr>
        <w:t>特色风味食品制作技艺传承人</w:t>
      </w:r>
    </w:p>
    <w:p w14:paraId="7244EA65" w14:textId="77777777" w:rsidR="003C50EC" w:rsidRDefault="003C50EC">
      <w:pPr>
        <w:spacing w:line="520" w:lineRule="exact"/>
        <w:ind w:leftChars="-266" w:hangingChars="116" w:hanging="559"/>
        <w:jc w:val="center"/>
        <w:rPr>
          <w:rFonts w:ascii="宋体" w:hAnsi="宋体" w:cs="宋体" w:hint="eastAsia"/>
          <w:b/>
          <w:sz w:val="48"/>
          <w:szCs w:val="48"/>
        </w:rPr>
      </w:pPr>
    </w:p>
    <w:p w14:paraId="58E121E5" w14:textId="77777777" w:rsidR="003C50EC" w:rsidRDefault="00000000">
      <w:pPr>
        <w:spacing w:line="520" w:lineRule="exact"/>
        <w:ind w:leftChars="-266" w:hangingChars="116" w:hanging="559"/>
        <w:jc w:val="center"/>
        <w:rPr>
          <w:rFonts w:ascii="仿宋" w:eastAsia="仿宋" w:hAnsi="仿宋" w:cs="仿宋" w:hint="eastAsia"/>
          <w:b/>
          <w:sz w:val="48"/>
          <w:szCs w:val="48"/>
        </w:rPr>
      </w:pPr>
      <w:r>
        <w:rPr>
          <w:rFonts w:ascii="宋体" w:hAnsi="宋体" w:cs="宋体" w:hint="eastAsia"/>
          <w:b/>
          <w:sz w:val="48"/>
          <w:szCs w:val="48"/>
        </w:rPr>
        <w:t>申报表</w:t>
      </w:r>
    </w:p>
    <w:p w14:paraId="4FDE3C1C" w14:textId="77777777" w:rsidR="003C50EC" w:rsidRDefault="003C50EC">
      <w:pPr>
        <w:spacing w:line="520" w:lineRule="exact"/>
        <w:ind w:left="560"/>
        <w:jc w:val="center"/>
        <w:rPr>
          <w:rFonts w:eastAsia="仿宋_GB2312"/>
          <w:sz w:val="30"/>
          <w:szCs w:val="30"/>
        </w:rPr>
      </w:pPr>
    </w:p>
    <w:p w14:paraId="1BB4E9EC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067EBDDB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47463A19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6C2FAC1E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tbl>
      <w:tblPr>
        <w:tblW w:w="6379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6"/>
        <w:gridCol w:w="4273"/>
      </w:tblGrid>
      <w:tr w:rsidR="003C50EC" w14:paraId="55F2B545" w14:textId="77777777">
        <w:trPr>
          <w:trHeight w:val="113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14:paraId="7BEAEF55" w14:textId="77777777" w:rsidR="003C50EC" w:rsidRDefault="00000000">
            <w:pPr>
              <w:spacing w:line="52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申请人</w:t>
            </w:r>
            <w:r>
              <w:rPr>
                <w:rFonts w:eastAsia="仿宋_GB2312" w:hint="eastAsia"/>
                <w:sz w:val="30"/>
                <w:szCs w:val="30"/>
              </w:rPr>
              <w:t>（签名）</w:t>
            </w:r>
            <w:r>
              <w:rPr>
                <w:rFonts w:eastAsia="仿宋_GB2312"/>
                <w:sz w:val="30"/>
                <w:szCs w:val="30"/>
              </w:rPr>
              <w:t>：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14:paraId="7EEC9A91" w14:textId="77777777" w:rsidR="003C50EC" w:rsidRDefault="003C50EC">
            <w:pPr>
              <w:spacing w:line="520" w:lineRule="exact"/>
              <w:rPr>
                <w:rFonts w:eastAsia="仿宋_GB2312"/>
                <w:sz w:val="30"/>
                <w:szCs w:val="30"/>
              </w:rPr>
            </w:pPr>
          </w:p>
        </w:tc>
      </w:tr>
      <w:tr w:rsidR="003C50EC" w14:paraId="0416E499" w14:textId="77777777">
        <w:trPr>
          <w:trHeight w:val="99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14:paraId="5B20F700" w14:textId="77777777" w:rsidR="003C50EC" w:rsidRDefault="00000000">
            <w:pPr>
              <w:spacing w:line="52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单位名称：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14:paraId="1AB09A29" w14:textId="77777777" w:rsidR="003C50EC" w:rsidRDefault="00000000"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 xml:space="preserve">          </w:t>
            </w:r>
            <w:r>
              <w:rPr>
                <w:rFonts w:eastAsia="仿宋_GB2312"/>
                <w:sz w:val="30"/>
                <w:szCs w:val="30"/>
              </w:rPr>
              <w:t>（盖章）</w:t>
            </w:r>
          </w:p>
        </w:tc>
      </w:tr>
      <w:tr w:rsidR="003C50EC" w14:paraId="7B5C0E7F" w14:textId="77777777">
        <w:trPr>
          <w:trHeight w:val="68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14:paraId="7D4C82EB" w14:textId="77777777" w:rsidR="003C50EC" w:rsidRDefault="00000000">
            <w:pPr>
              <w:spacing w:line="52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申报时间：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14:paraId="7B475A31" w14:textId="77777777" w:rsidR="003C50EC" w:rsidRDefault="00000000">
            <w:pPr>
              <w:spacing w:line="52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</w:t>
            </w:r>
            <w:r>
              <w:rPr>
                <w:rFonts w:eastAsia="仿宋_GB2312"/>
                <w:sz w:val="30"/>
                <w:szCs w:val="30"/>
              </w:rPr>
              <w:t>年</w:t>
            </w:r>
            <w:r>
              <w:rPr>
                <w:rFonts w:eastAsia="仿宋_GB2312"/>
                <w:sz w:val="30"/>
                <w:szCs w:val="30"/>
              </w:rPr>
              <w:t xml:space="preserve">      </w:t>
            </w:r>
            <w:r>
              <w:rPr>
                <w:rFonts w:eastAsia="仿宋_GB2312"/>
                <w:sz w:val="30"/>
                <w:szCs w:val="30"/>
              </w:rPr>
              <w:t>月</w:t>
            </w:r>
            <w:r>
              <w:rPr>
                <w:rFonts w:eastAsia="仿宋_GB2312"/>
                <w:sz w:val="30"/>
                <w:szCs w:val="30"/>
              </w:rPr>
              <w:t xml:space="preserve">     </w:t>
            </w:r>
            <w:r>
              <w:rPr>
                <w:rFonts w:eastAsia="仿宋_GB2312"/>
                <w:sz w:val="30"/>
                <w:szCs w:val="30"/>
              </w:rPr>
              <w:t>日</w:t>
            </w:r>
          </w:p>
        </w:tc>
      </w:tr>
    </w:tbl>
    <w:p w14:paraId="15A5125A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78BDD60B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25C94B8D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366414E6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388289A1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02E6C9AC" w14:textId="77777777" w:rsidR="003C50EC" w:rsidRDefault="003C50EC">
      <w:pPr>
        <w:spacing w:line="520" w:lineRule="exact"/>
        <w:ind w:left="560"/>
        <w:rPr>
          <w:rFonts w:eastAsia="仿宋_GB2312"/>
          <w:sz w:val="30"/>
          <w:szCs w:val="30"/>
        </w:rPr>
      </w:pPr>
    </w:p>
    <w:p w14:paraId="6AD37957" w14:textId="77777777" w:rsidR="003C50EC" w:rsidRDefault="00000000">
      <w:pPr>
        <w:spacing w:line="520" w:lineRule="exact"/>
        <w:ind w:leftChars="-266" w:left="36" w:hangingChars="186" w:hanging="595"/>
        <w:jc w:val="center"/>
        <w:rPr>
          <w:rFonts w:eastAsia="华文中宋"/>
          <w:b/>
          <w:sz w:val="36"/>
          <w:szCs w:val="36"/>
        </w:rPr>
      </w:pPr>
      <w:r>
        <w:rPr>
          <w:rFonts w:eastAsia="仿宋_GB2312"/>
          <w:sz w:val="32"/>
          <w:szCs w:val="32"/>
        </w:rPr>
        <w:t>中国</w:t>
      </w:r>
      <w:r>
        <w:rPr>
          <w:rFonts w:eastAsia="仿宋_GB2312" w:hint="eastAsia"/>
          <w:sz w:val="32"/>
          <w:szCs w:val="32"/>
        </w:rPr>
        <w:t>食品工业</w:t>
      </w:r>
      <w:r>
        <w:rPr>
          <w:rFonts w:eastAsia="仿宋_GB2312"/>
          <w:sz w:val="32"/>
          <w:szCs w:val="32"/>
        </w:rPr>
        <w:t>协会</w:t>
      </w:r>
      <w:r>
        <w:rPr>
          <w:rFonts w:eastAsia="仿宋_GB2312" w:hint="eastAsia"/>
          <w:sz w:val="32"/>
          <w:szCs w:val="32"/>
        </w:rPr>
        <w:t>制</w:t>
      </w:r>
    </w:p>
    <w:p w14:paraId="4DE2DEBE" w14:textId="77777777" w:rsidR="003C50EC" w:rsidRDefault="003C50EC">
      <w:pPr>
        <w:spacing w:line="520" w:lineRule="exact"/>
        <w:jc w:val="center"/>
        <w:rPr>
          <w:rFonts w:eastAsia="华文中宋"/>
          <w:b/>
          <w:sz w:val="36"/>
          <w:szCs w:val="36"/>
        </w:rPr>
      </w:pPr>
    </w:p>
    <w:tbl>
      <w:tblPr>
        <w:tblW w:w="8792" w:type="dxa"/>
        <w:tblInd w:w="-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1440"/>
        <w:gridCol w:w="1080"/>
        <w:gridCol w:w="910"/>
        <w:gridCol w:w="327"/>
        <w:gridCol w:w="743"/>
        <w:gridCol w:w="1106"/>
        <w:gridCol w:w="1692"/>
        <w:gridCol w:w="6"/>
      </w:tblGrid>
      <w:tr w:rsidR="003C50EC" w14:paraId="02C9B2F6" w14:textId="77777777">
        <w:trPr>
          <w:gridAfter w:val="1"/>
          <w:wAfter w:w="6" w:type="dxa"/>
          <w:trHeight w:val="624"/>
        </w:trPr>
        <w:tc>
          <w:tcPr>
            <w:tcW w:w="148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057DF7E" w14:textId="71C36731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eastAsia="仿宋_GB2312"/>
                <w:sz w:val="30"/>
                <w:szCs w:val="30"/>
              </w:rPr>
              <w:lastRenderedPageBreak/>
              <w:br w:type="page"/>
            </w:r>
            <w:r>
              <w:rPr>
                <w:rFonts w:ascii="仿宋" w:eastAsia="仿宋" w:hAnsi="仿宋" w:cs="仿宋" w:hint="eastAsia"/>
                <w:bCs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625D34B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27BB04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性别</w:t>
            </w:r>
          </w:p>
        </w:tc>
        <w:tc>
          <w:tcPr>
            <w:tcW w:w="91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33E48F7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78214A2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出生</w:t>
            </w:r>
          </w:p>
          <w:p w14:paraId="745E49B7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年月</w:t>
            </w:r>
          </w:p>
        </w:tc>
        <w:tc>
          <w:tcPr>
            <w:tcW w:w="110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03EDA87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692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652605B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二寸</w:t>
            </w:r>
          </w:p>
          <w:p w14:paraId="014771CF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免冠</w:t>
            </w:r>
          </w:p>
          <w:p w14:paraId="2CE5B125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近照</w:t>
            </w:r>
          </w:p>
        </w:tc>
      </w:tr>
      <w:tr w:rsidR="003C50EC" w14:paraId="07AA6A0C" w14:textId="77777777">
        <w:trPr>
          <w:gridAfter w:val="1"/>
          <w:wAfter w:w="6" w:type="dxa"/>
          <w:trHeight w:val="624"/>
        </w:trPr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3302B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民族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BA493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55E0E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党派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5F52F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EB75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文化</w:t>
            </w:r>
          </w:p>
          <w:p w14:paraId="4C34CA1C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程度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A6F83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4B82C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670885F2" w14:textId="77777777">
        <w:trPr>
          <w:gridAfter w:val="1"/>
          <w:wAfter w:w="6" w:type="dxa"/>
          <w:trHeight w:val="624"/>
        </w:trPr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2FDCA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</w:t>
            </w:r>
          </w:p>
          <w:p w14:paraId="00BF0767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单位</w:t>
            </w:r>
          </w:p>
        </w:tc>
        <w:tc>
          <w:tcPr>
            <w:tcW w:w="560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BA5CD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489D4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6DF12103" w14:textId="77777777">
        <w:trPr>
          <w:gridAfter w:val="1"/>
          <w:wAfter w:w="6" w:type="dxa"/>
          <w:trHeight w:val="391"/>
        </w:trPr>
        <w:tc>
          <w:tcPr>
            <w:tcW w:w="1488" w:type="dxa"/>
            <w:vMerge w:val="restart"/>
            <w:tcBorders>
              <w:top w:val="single" w:sz="4" w:space="0" w:color="auto"/>
            </w:tcBorders>
            <w:vAlign w:val="center"/>
          </w:tcPr>
          <w:p w14:paraId="4D077F89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参加工作时间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14:paraId="33B496D1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vAlign w:val="center"/>
          </w:tcPr>
          <w:p w14:paraId="320AA6EB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现任</w:t>
            </w:r>
          </w:p>
          <w:p w14:paraId="5DB25ACA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职务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E51D3EC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BC4B9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职称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14:paraId="43F6CBB1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3A41FD58" w14:textId="77777777">
        <w:trPr>
          <w:gridAfter w:val="1"/>
          <w:wAfter w:w="6" w:type="dxa"/>
          <w:trHeight w:val="396"/>
        </w:trPr>
        <w:tc>
          <w:tcPr>
            <w:tcW w:w="1488" w:type="dxa"/>
            <w:vMerge/>
            <w:tcBorders>
              <w:bottom w:val="single" w:sz="4" w:space="0" w:color="auto"/>
            </w:tcBorders>
            <w:vAlign w:val="center"/>
          </w:tcPr>
          <w:p w14:paraId="568C5684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60DFEB7B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14:paraId="0959AC3F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23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031A934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51233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职业资格等级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center"/>
          </w:tcPr>
          <w:p w14:paraId="3B07EDFE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7CA9126E" w14:textId="77777777">
        <w:trPr>
          <w:gridAfter w:val="1"/>
          <w:wAfter w:w="6" w:type="dxa"/>
          <w:trHeight w:val="624"/>
        </w:trPr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0EB2B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联系</w:t>
            </w:r>
          </w:p>
          <w:p w14:paraId="086A8E11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地址</w:t>
            </w:r>
          </w:p>
        </w:tc>
        <w:tc>
          <w:tcPr>
            <w:tcW w:w="375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8D38D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8BCF5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邮政</w:t>
            </w:r>
          </w:p>
          <w:p w14:paraId="7AB60334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编码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5DA00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5B566B66" w14:textId="77777777">
        <w:trPr>
          <w:gridAfter w:val="1"/>
          <w:wAfter w:w="6" w:type="dxa"/>
          <w:trHeight w:val="624"/>
        </w:trPr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4FD65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电话/</w:t>
            </w:r>
          </w:p>
          <w:p w14:paraId="74E9FA35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手机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0C075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4366D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电子</w:t>
            </w:r>
          </w:p>
          <w:p w14:paraId="65B8B8FB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信箱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D56A9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29DAA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相关工作联系人及电话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7376F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024CEFC9" w14:textId="77777777">
        <w:trPr>
          <w:trHeight w:val="597"/>
        </w:trPr>
        <w:tc>
          <w:tcPr>
            <w:tcW w:w="148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17B3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</w:t>
            </w:r>
          </w:p>
          <w:p w14:paraId="7D90FA3A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履历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C78DC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起止</w:t>
            </w:r>
          </w:p>
          <w:p w14:paraId="4E155814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时间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0CE09" w14:textId="77777777" w:rsidR="003C50EC" w:rsidRDefault="00000000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所在单位、从事何种技术工作、所任职务</w:t>
            </w:r>
          </w:p>
        </w:tc>
      </w:tr>
      <w:tr w:rsidR="003C50EC" w14:paraId="14792023" w14:textId="77777777">
        <w:trPr>
          <w:trHeight w:val="535"/>
        </w:trPr>
        <w:tc>
          <w:tcPr>
            <w:tcW w:w="148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7B48E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690D1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E7B9E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16E3F3B9" w14:textId="77777777">
        <w:trPr>
          <w:trHeight w:val="565"/>
        </w:trPr>
        <w:tc>
          <w:tcPr>
            <w:tcW w:w="1488" w:type="dxa"/>
            <w:vMerge/>
            <w:tcBorders>
              <w:bottom w:val="single" w:sz="4" w:space="0" w:color="auto"/>
            </w:tcBorders>
            <w:vAlign w:val="center"/>
          </w:tcPr>
          <w:p w14:paraId="05D299FD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A2605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186FA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45D261CC" w14:textId="77777777">
        <w:trPr>
          <w:trHeight w:val="654"/>
        </w:trPr>
        <w:tc>
          <w:tcPr>
            <w:tcW w:w="1488" w:type="dxa"/>
            <w:vMerge/>
            <w:tcBorders>
              <w:bottom w:val="single" w:sz="4" w:space="0" w:color="auto"/>
            </w:tcBorders>
            <w:vAlign w:val="center"/>
          </w:tcPr>
          <w:p w14:paraId="4209BDF3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8E088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A7F4C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2CC9997F" w14:textId="77777777">
        <w:trPr>
          <w:trHeight w:val="2141"/>
        </w:trPr>
        <w:tc>
          <w:tcPr>
            <w:tcW w:w="29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EAB1F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有何专业技术特长，代表性工艺技术或学术成就（可附页说明）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7A032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2F7D3A0A" w14:textId="77777777">
        <w:trPr>
          <w:trHeight w:val="1797"/>
        </w:trPr>
        <w:tc>
          <w:tcPr>
            <w:tcW w:w="2928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D127660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lastRenderedPageBreak/>
              <w:t>对特色风味食品产业发展做出何种突出贡献（可附页说明）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542787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5B8D9B46" w14:textId="77777777">
        <w:trPr>
          <w:trHeight w:val="1577"/>
        </w:trPr>
        <w:tc>
          <w:tcPr>
            <w:tcW w:w="2928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2285CDC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何时何地受过何种奖励（可附页说明）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17F4BDA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5E59A978" w14:textId="77777777">
        <w:trPr>
          <w:trHeight w:val="1750"/>
        </w:trPr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28AA54B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有何发明、著作、学术论文，发表时间、发表刊物名称（可附页说明）</w:t>
            </w:r>
          </w:p>
        </w:tc>
        <w:tc>
          <w:tcPr>
            <w:tcW w:w="5864" w:type="dxa"/>
            <w:gridSpan w:val="7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4186B" w14:textId="77777777" w:rsidR="003C50EC" w:rsidRDefault="003C50EC">
            <w:pPr>
              <w:spacing w:line="520" w:lineRule="exac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</w:tr>
      <w:tr w:rsidR="003C50EC" w14:paraId="18535412" w14:textId="77777777">
        <w:trPr>
          <w:trHeight w:val="1605"/>
        </w:trPr>
        <w:tc>
          <w:tcPr>
            <w:tcW w:w="2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C75050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所在单位推荐意见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60E03B" w14:textId="77777777" w:rsidR="003C50EC" w:rsidRDefault="003C50EC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  <w:p w14:paraId="4487291A" w14:textId="77777777" w:rsidR="003C50EC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（盖章）</w:t>
            </w:r>
          </w:p>
          <w:p w14:paraId="104092FB" w14:textId="77777777" w:rsidR="003C50EC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</w:tc>
      </w:tr>
      <w:tr w:rsidR="003C50EC" w14:paraId="3FBD9D74" w14:textId="77777777">
        <w:trPr>
          <w:trHeight w:val="2130"/>
        </w:trPr>
        <w:tc>
          <w:tcPr>
            <w:tcW w:w="2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FCCE272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各省、自治区、直辖市、计划单列市食品工业协会（食品办），各专业委员会（分会）推荐意见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181A31" w14:textId="77777777" w:rsidR="003C50EC" w:rsidRDefault="00000000">
            <w:pPr>
              <w:spacing w:line="520" w:lineRule="exac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联系人：</w:t>
            </w:r>
          </w:p>
          <w:p w14:paraId="71B1770E" w14:textId="77777777" w:rsidR="003C50EC" w:rsidRDefault="00000000">
            <w:pPr>
              <w:spacing w:line="520" w:lineRule="exac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电话：</w:t>
            </w:r>
          </w:p>
          <w:p w14:paraId="40314934" w14:textId="77777777" w:rsidR="003C50EC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（盖章）</w:t>
            </w:r>
          </w:p>
          <w:p w14:paraId="3DD216B3" w14:textId="77777777" w:rsidR="003C50EC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</w:tc>
      </w:tr>
      <w:tr w:rsidR="003C50EC" w14:paraId="723588E3" w14:textId="77777777">
        <w:trPr>
          <w:trHeight w:val="1135"/>
        </w:trPr>
        <w:tc>
          <w:tcPr>
            <w:tcW w:w="2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4E4F78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工作委员会秘书处初审意见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4B90C1" w14:textId="77777777" w:rsidR="003C50EC" w:rsidRDefault="003C50EC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  <w:p w14:paraId="30FCEDA4" w14:textId="77777777" w:rsidR="003C50EC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</w:tc>
      </w:tr>
      <w:tr w:rsidR="003C50EC" w14:paraId="3AFE461F" w14:textId="77777777">
        <w:trPr>
          <w:trHeight w:val="1050"/>
        </w:trPr>
        <w:tc>
          <w:tcPr>
            <w:tcW w:w="2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AD16447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专家委员会审核意见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00BC5B" w14:textId="77777777" w:rsidR="003C50EC" w:rsidRDefault="003C50EC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  <w:p w14:paraId="1D46AA41" w14:textId="77777777" w:rsidR="003C50EC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</w:tc>
      </w:tr>
      <w:tr w:rsidR="003C50EC" w14:paraId="3A5FF533" w14:textId="77777777">
        <w:trPr>
          <w:trHeight w:val="1170"/>
        </w:trPr>
        <w:tc>
          <w:tcPr>
            <w:tcW w:w="29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D4EA2E" w14:textId="77777777" w:rsidR="003C50EC" w:rsidRDefault="00000000">
            <w:pPr>
              <w:spacing w:line="520" w:lineRule="exact"/>
              <w:jc w:val="left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工作委员会审定意见</w:t>
            </w:r>
          </w:p>
        </w:tc>
        <w:tc>
          <w:tcPr>
            <w:tcW w:w="5864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28B529" w14:textId="77777777" w:rsidR="003C50EC" w:rsidRDefault="003C50EC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  <w:p w14:paraId="0ABAC68E" w14:textId="77777777" w:rsidR="003C50EC" w:rsidRDefault="00000000">
            <w:pPr>
              <w:spacing w:line="520" w:lineRule="exact"/>
              <w:ind w:firstLineChars="959" w:firstLine="2302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年   月   日</w:t>
            </w:r>
          </w:p>
        </w:tc>
      </w:tr>
    </w:tbl>
    <w:p w14:paraId="0E4E8789" w14:textId="77777777" w:rsidR="003C50EC" w:rsidRDefault="003C50EC"/>
    <w:sectPr w:rsidR="003C50EC">
      <w:footerReference w:type="even" r:id="rId7"/>
      <w:footerReference w:type="default" r:id="rId8"/>
      <w:endnotePr>
        <w:numFmt w:val="decimal"/>
      </w:endnotePr>
      <w:pgSz w:w="11907" w:h="16840"/>
      <w:pgMar w:top="1984" w:right="1531" w:bottom="1984" w:left="1531" w:header="851" w:footer="680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E45E0" w14:textId="77777777" w:rsidR="006D548E" w:rsidRDefault="006D548E">
      <w:r>
        <w:separator/>
      </w:r>
    </w:p>
  </w:endnote>
  <w:endnote w:type="continuationSeparator" w:id="0">
    <w:p w14:paraId="7E0EED0B" w14:textId="77777777" w:rsidR="006D548E" w:rsidRDefault="006D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DC1A6" w14:textId="77777777" w:rsidR="003C50EC" w:rsidRDefault="00000000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4</w:t>
    </w:r>
    <w:r>
      <w:fldChar w:fldCharType="end"/>
    </w:r>
  </w:p>
  <w:p w14:paraId="174AD50C" w14:textId="77777777" w:rsidR="003C50EC" w:rsidRDefault="003C50E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534FD" w14:textId="77777777" w:rsidR="003C50EC" w:rsidRDefault="00000000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9AFCF5" wp14:editId="0CE6F67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38A9E5C" w14:textId="77777777" w:rsidR="003C50EC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9AFCF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BGGZrmNAQAAIg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138A9E5C" w14:textId="77777777" w:rsidR="003C50EC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DD97D" w14:textId="77777777" w:rsidR="006D548E" w:rsidRDefault="006D548E">
      <w:r>
        <w:separator/>
      </w:r>
    </w:p>
  </w:footnote>
  <w:footnote w:type="continuationSeparator" w:id="0">
    <w:p w14:paraId="658A2F43" w14:textId="77777777" w:rsidR="006D548E" w:rsidRDefault="006D5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2304060"/>
    <w:rsid w:val="00330CAD"/>
    <w:rsid w:val="003C50EC"/>
    <w:rsid w:val="006D548E"/>
    <w:rsid w:val="00AB06D4"/>
    <w:rsid w:val="00AC424D"/>
    <w:rsid w:val="00BD7B36"/>
    <w:rsid w:val="02384710"/>
    <w:rsid w:val="0A876E4C"/>
    <w:rsid w:val="0C80145A"/>
    <w:rsid w:val="0F1C6495"/>
    <w:rsid w:val="1AE6196C"/>
    <w:rsid w:val="22304060"/>
    <w:rsid w:val="252E63EA"/>
    <w:rsid w:val="27AF3E96"/>
    <w:rsid w:val="27C22E19"/>
    <w:rsid w:val="30E31097"/>
    <w:rsid w:val="383270EA"/>
    <w:rsid w:val="3D856467"/>
    <w:rsid w:val="436607CA"/>
    <w:rsid w:val="4B0B5028"/>
    <w:rsid w:val="563D5BDD"/>
    <w:rsid w:val="688D02FE"/>
    <w:rsid w:val="69EB658A"/>
    <w:rsid w:val="6A935974"/>
    <w:rsid w:val="6B276752"/>
    <w:rsid w:val="6D535020"/>
    <w:rsid w:val="6ED5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CA78F4"/>
  <w15:docId w15:val="{E92A4493-0F9C-4A34-B279-C26A3987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rsid w:val="00330CA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30CA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nfia_kjb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3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cnfia_kjb</dc:creator>
  <cp:lastModifiedBy>lje219@outlook.com</cp:lastModifiedBy>
  <cp:revision>3</cp:revision>
  <dcterms:created xsi:type="dcterms:W3CDTF">2018-09-10T03:15:00Z</dcterms:created>
  <dcterms:modified xsi:type="dcterms:W3CDTF">2025-03-06T06:38:00Z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D21F73F5AB8B4904B3426D052BCC8715</vt:lpwstr>
  </property>
</Properties>
</file>